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702" w:rsidRPr="00580702" w:rsidRDefault="00580702" w:rsidP="00580702">
      <w:pPr>
        <w:jc w:val="right"/>
        <w:rPr>
          <w:rFonts w:ascii="Calibri Light" w:hAnsi="Calibri Light" w:cs="Calibri"/>
          <w:szCs w:val="22"/>
        </w:rPr>
      </w:pPr>
      <w:r w:rsidRPr="00580702">
        <w:rPr>
          <w:rFonts w:ascii="Calibri Light" w:hAnsi="Calibri Light" w:cs="Calibri"/>
          <w:szCs w:val="22"/>
        </w:rPr>
        <w:t>KPT-DPR.725.</w:t>
      </w:r>
      <w:r w:rsidR="004035C3">
        <w:rPr>
          <w:rFonts w:ascii="Calibri Light" w:hAnsi="Calibri Light" w:cs="Calibri"/>
          <w:szCs w:val="22"/>
        </w:rPr>
        <w:t>10</w:t>
      </w:r>
      <w:r w:rsidRPr="00580702">
        <w:rPr>
          <w:rFonts w:ascii="Calibri Light" w:hAnsi="Calibri Light" w:cs="Calibri"/>
          <w:szCs w:val="22"/>
        </w:rPr>
        <w:t>.2020</w:t>
      </w:r>
    </w:p>
    <w:p w:rsidR="00580702" w:rsidRPr="00580702" w:rsidRDefault="00580702" w:rsidP="00580702">
      <w:pPr>
        <w:jc w:val="right"/>
        <w:rPr>
          <w:rFonts w:ascii="Calibri Light" w:hAnsi="Calibri Light"/>
          <w:i/>
          <w:sz w:val="16"/>
        </w:rPr>
      </w:pPr>
    </w:p>
    <w:p w:rsidR="00580702" w:rsidRPr="00580702" w:rsidRDefault="00580702" w:rsidP="00580702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Załącznik nr 1 </w:t>
      </w:r>
    </w:p>
    <w:p w:rsidR="00580702" w:rsidRPr="00580702" w:rsidRDefault="00580702" w:rsidP="00580702">
      <w:pPr>
        <w:jc w:val="right"/>
        <w:rPr>
          <w:rFonts w:ascii="Calibri Light" w:hAnsi="Calibri Light"/>
          <w:i/>
          <w:sz w:val="16"/>
        </w:rPr>
      </w:pPr>
    </w:p>
    <w:p w:rsidR="00580702" w:rsidRPr="00580702" w:rsidRDefault="00580702" w:rsidP="00580702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do dokumentacji pn. </w:t>
      </w:r>
      <w:r w:rsidRPr="00580702">
        <w:rPr>
          <w:rFonts w:ascii="Calibri Light" w:hAnsi="Calibri Light"/>
          <w:bCs/>
          <w:i/>
          <w:sz w:val="16"/>
        </w:rPr>
        <w:t>Opis warunków udziału w postępowaniu w trybie</w:t>
      </w:r>
      <w:r w:rsidRPr="00580702">
        <w:rPr>
          <w:rFonts w:ascii="Calibri Light" w:hAnsi="Calibri Light"/>
          <w:i/>
          <w:sz w:val="16"/>
        </w:rPr>
        <w:t xml:space="preserve">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580702" w:rsidRDefault="00580702" w:rsidP="00580702">
      <w:pPr>
        <w:rPr>
          <w:rFonts w:ascii="Calibri Light" w:hAnsi="Calibri Light"/>
          <w:b/>
          <w:sz w:val="28"/>
        </w:rPr>
      </w:pPr>
    </w:p>
    <w:p w:rsidR="00246603" w:rsidRPr="00580702" w:rsidRDefault="00246603" w:rsidP="00580702">
      <w:pPr>
        <w:rPr>
          <w:rFonts w:ascii="Calibri Light" w:hAnsi="Calibri Light"/>
          <w:b/>
          <w:sz w:val="28"/>
        </w:rPr>
      </w:pPr>
      <w:bookmarkStart w:id="0" w:name="_GoBack"/>
      <w:bookmarkEnd w:id="0"/>
    </w:p>
    <w:p w:rsidR="00580702" w:rsidRDefault="00580702" w:rsidP="00580702">
      <w:pPr>
        <w:jc w:val="center"/>
        <w:rPr>
          <w:rFonts w:ascii="Calibri Light" w:hAnsi="Calibri Light"/>
          <w:b/>
          <w:sz w:val="32"/>
        </w:rPr>
      </w:pPr>
      <w:r w:rsidRPr="00580702">
        <w:rPr>
          <w:rFonts w:ascii="Calibri Light" w:hAnsi="Calibri Light"/>
          <w:b/>
          <w:sz w:val="32"/>
        </w:rPr>
        <w:t>OPIS TECHNICZNY</w:t>
      </w:r>
    </w:p>
    <w:p w:rsidR="00580702" w:rsidRPr="00580702" w:rsidRDefault="00580702" w:rsidP="00580702">
      <w:pPr>
        <w:jc w:val="center"/>
        <w:rPr>
          <w:rFonts w:ascii="Calibri Light" w:hAnsi="Calibri Light"/>
          <w:b/>
          <w:sz w:val="32"/>
        </w:rPr>
      </w:pPr>
    </w:p>
    <w:p w:rsidR="004035C3" w:rsidRPr="004035C3" w:rsidRDefault="004035C3" w:rsidP="004035C3">
      <w:pPr>
        <w:spacing w:after="160" w:line="259" w:lineRule="auto"/>
        <w:jc w:val="both"/>
        <w:rPr>
          <w:rFonts w:ascii="Calibri Light" w:eastAsia="Calibri" w:hAnsi="Calibri Light"/>
          <w:b/>
          <w:szCs w:val="24"/>
          <w:lang w:eastAsia="en-US"/>
        </w:rPr>
      </w:pPr>
      <w:r w:rsidRPr="004035C3">
        <w:rPr>
          <w:rFonts w:ascii="Calibri Light" w:eastAsia="Calibri" w:hAnsi="Calibri Light"/>
          <w:b/>
          <w:szCs w:val="24"/>
          <w:lang w:eastAsia="en-US"/>
        </w:rPr>
        <w:t>„</w:t>
      </w:r>
      <w:proofErr w:type="spellStart"/>
      <w:r w:rsidRPr="004035C3">
        <w:rPr>
          <w:rFonts w:ascii="Calibri Light" w:eastAsia="Calibri" w:hAnsi="Calibri Light"/>
          <w:b/>
          <w:szCs w:val="24"/>
          <w:lang w:eastAsia="en-US"/>
        </w:rPr>
        <w:t>Openspace</w:t>
      </w:r>
      <w:proofErr w:type="spellEnd"/>
      <w:r w:rsidRPr="004035C3">
        <w:rPr>
          <w:rFonts w:ascii="Calibri Light" w:eastAsia="Calibri" w:hAnsi="Calibri Light"/>
          <w:b/>
          <w:szCs w:val="24"/>
          <w:lang w:eastAsia="en-US"/>
        </w:rPr>
        <w:t xml:space="preserve"> 2” pomieszczenia o nr 1.04 (2) o łącznej powierzchni 81,69  m², znajdujące się na poziomie 1 budynku </w:t>
      </w:r>
      <w:proofErr w:type="spellStart"/>
      <w:r w:rsidRPr="004035C3">
        <w:rPr>
          <w:rFonts w:ascii="Calibri Light" w:eastAsia="Calibri" w:hAnsi="Calibri Light"/>
          <w:b/>
          <w:szCs w:val="24"/>
          <w:lang w:eastAsia="en-US"/>
        </w:rPr>
        <w:t>laboratoryjno</w:t>
      </w:r>
      <w:proofErr w:type="spellEnd"/>
      <w:r w:rsidRPr="004035C3">
        <w:rPr>
          <w:rFonts w:ascii="Calibri Light" w:eastAsia="Calibri" w:hAnsi="Calibri Light"/>
          <w:b/>
          <w:szCs w:val="24"/>
          <w:lang w:eastAsia="en-US"/>
        </w:rPr>
        <w:t xml:space="preserve"> – produkcyjnego OULU o łącznej powierzchni użytkowej 4 245,62 m², położonego  w Kielcach przy ul. Olszewskiego 21</w:t>
      </w:r>
      <w:r>
        <w:rPr>
          <w:rFonts w:ascii="Calibri Light" w:eastAsia="Calibri" w:hAnsi="Calibri Light"/>
          <w:b/>
          <w:szCs w:val="24"/>
          <w:lang w:eastAsia="en-US"/>
        </w:rPr>
        <w:t>.</w:t>
      </w:r>
    </w:p>
    <w:p w:rsidR="004035C3" w:rsidRDefault="004035C3" w:rsidP="00580702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dwu kondygnacyjny o wysokości 10,22 m.</w:t>
      </w:r>
    </w:p>
    <w:p w:rsidR="004035C3" w:rsidRDefault="004035C3" w:rsidP="00580702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Roku budowy 2012. Stan techniczny: dobry.</w:t>
      </w:r>
    </w:p>
    <w:p w:rsidR="004035C3" w:rsidRDefault="004035C3" w:rsidP="00580702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Budynek zaprojektowano z 8 niezależnych zasilanych i funkcjonujących modułów.</w:t>
      </w:r>
    </w:p>
    <w:p w:rsidR="004035C3" w:rsidRDefault="004035C3" w:rsidP="00580702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We wszystkich pomieszczeniach zaprojektowano wentylację mechaniczną z modułem klimatyzacyjnym, z rozdziałem dla części produkcyjnej, sanitarnej i biurowej.</w:t>
      </w:r>
    </w:p>
    <w:p w:rsidR="00246603" w:rsidRDefault="00246603" w:rsidP="00580702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Charakterystyka: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46603" w:rsidTr="00246603">
        <w:tc>
          <w:tcPr>
            <w:tcW w:w="4814" w:type="dxa"/>
          </w:tcPr>
          <w:p w:rsidR="00246603" w:rsidRDefault="00246603" w:rsidP="00580702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Elektryczność</w:t>
            </w:r>
          </w:p>
        </w:tc>
        <w:tc>
          <w:tcPr>
            <w:tcW w:w="4814" w:type="dxa"/>
          </w:tcPr>
          <w:p w:rsidR="00246603" w:rsidRDefault="00246603" w:rsidP="002466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246603" w:rsidTr="00246603">
        <w:tc>
          <w:tcPr>
            <w:tcW w:w="4814" w:type="dxa"/>
          </w:tcPr>
          <w:p w:rsidR="00246603" w:rsidRDefault="00246603" w:rsidP="00580702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Woda</w:t>
            </w:r>
          </w:p>
        </w:tc>
        <w:tc>
          <w:tcPr>
            <w:tcW w:w="4814" w:type="dxa"/>
          </w:tcPr>
          <w:p w:rsidR="00246603" w:rsidRDefault="00246603" w:rsidP="002466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246603" w:rsidTr="00246603">
        <w:tc>
          <w:tcPr>
            <w:tcW w:w="4814" w:type="dxa"/>
          </w:tcPr>
          <w:p w:rsidR="00246603" w:rsidRDefault="00246603" w:rsidP="00580702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Ogrzewanie</w:t>
            </w:r>
          </w:p>
        </w:tc>
        <w:tc>
          <w:tcPr>
            <w:tcW w:w="4814" w:type="dxa"/>
          </w:tcPr>
          <w:p w:rsidR="00246603" w:rsidRDefault="00246603" w:rsidP="002466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246603" w:rsidTr="00246603">
        <w:tc>
          <w:tcPr>
            <w:tcW w:w="4814" w:type="dxa"/>
          </w:tcPr>
          <w:p w:rsidR="00246603" w:rsidRDefault="00246603" w:rsidP="00580702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Kanalizacja</w:t>
            </w:r>
          </w:p>
        </w:tc>
        <w:tc>
          <w:tcPr>
            <w:tcW w:w="4814" w:type="dxa"/>
          </w:tcPr>
          <w:p w:rsidR="00246603" w:rsidRDefault="00246603" w:rsidP="002466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246603" w:rsidTr="00246603">
        <w:tc>
          <w:tcPr>
            <w:tcW w:w="4814" w:type="dxa"/>
          </w:tcPr>
          <w:p w:rsidR="00246603" w:rsidRDefault="00246603" w:rsidP="00580702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Dojazd ciężarówek</w:t>
            </w:r>
          </w:p>
        </w:tc>
        <w:tc>
          <w:tcPr>
            <w:tcW w:w="4814" w:type="dxa"/>
          </w:tcPr>
          <w:p w:rsidR="00246603" w:rsidRDefault="00246603" w:rsidP="002466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</w:tbl>
    <w:p w:rsidR="00246603" w:rsidRDefault="00246603" w:rsidP="00580702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</w:p>
    <w:p w:rsidR="004035C3" w:rsidRDefault="004035C3" w:rsidP="00580702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 xml:space="preserve">Istnieje możliwość wizji lokalnej po uprzednim umówieniu z Panią Iwoną Śmigielską, tel.: 412787212, e-mail: </w:t>
      </w:r>
      <w:hyperlink r:id="rId8" w:history="1">
        <w:r w:rsidRPr="008B34DA">
          <w:rPr>
            <w:rStyle w:val="Hipercze"/>
            <w:rFonts w:ascii="Calibri Light" w:eastAsia="Calibri" w:hAnsi="Calibri Light"/>
            <w:szCs w:val="24"/>
            <w:lang w:eastAsia="en-US"/>
          </w:rPr>
          <w:t>iwona.smigielska@technopark.kielce.pl</w:t>
        </w:r>
      </w:hyperlink>
      <w:r>
        <w:rPr>
          <w:rFonts w:ascii="Calibri Light" w:eastAsia="Calibri" w:hAnsi="Calibri Light"/>
          <w:szCs w:val="24"/>
          <w:lang w:eastAsia="en-US"/>
        </w:rPr>
        <w:t xml:space="preserve">  </w:t>
      </w:r>
    </w:p>
    <w:sectPr w:rsidR="004035C3" w:rsidSect="00D72742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450" w:rsidRDefault="004D3450" w:rsidP="00013907">
      <w:r>
        <w:separator/>
      </w:r>
    </w:p>
  </w:endnote>
  <w:endnote w:type="continuationSeparator" w:id="0">
    <w:p w:rsidR="004D3450" w:rsidRDefault="004D345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4035C3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4035C3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450" w:rsidRDefault="004D3450" w:rsidP="00013907">
      <w:r>
        <w:separator/>
      </w:r>
    </w:p>
  </w:footnote>
  <w:footnote w:type="continuationSeparator" w:id="0">
    <w:p w:rsidR="004D3450" w:rsidRDefault="004D345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58070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580702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2" name="Obraz 2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58070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1" name="Obraz 1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54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C7CD1"/>
    <w:rsid w:val="001F5009"/>
    <w:rsid w:val="00246603"/>
    <w:rsid w:val="00295A36"/>
    <w:rsid w:val="002A3146"/>
    <w:rsid w:val="002D1E7C"/>
    <w:rsid w:val="002F7C45"/>
    <w:rsid w:val="003B0534"/>
    <w:rsid w:val="003F13E6"/>
    <w:rsid w:val="004035C3"/>
    <w:rsid w:val="0041760F"/>
    <w:rsid w:val="004D3450"/>
    <w:rsid w:val="00530311"/>
    <w:rsid w:val="0054724D"/>
    <w:rsid w:val="00580702"/>
    <w:rsid w:val="005E6617"/>
    <w:rsid w:val="005F3754"/>
    <w:rsid w:val="006104DC"/>
    <w:rsid w:val="0061396A"/>
    <w:rsid w:val="00621482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67771"/>
    <w:rsid w:val="00C70C21"/>
    <w:rsid w:val="00CF3AD6"/>
    <w:rsid w:val="00CF781C"/>
    <w:rsid w:val="00D02D19"/>
    <w:rsid w:val="00D41BD2"/>
    <w:rsid w:val="00D72742"/>
    <w:rsid w:val="00D94917"/>
    <w:rsid w:val="00E24886"/>
    <w:rsid w:val="00EB622D"/>
    <w:rsid w:val="00EB6A60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9B328E2-2485-4626-8139-6801C596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070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4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smigielska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07998-407F-4D01-BD3C-26A1F3B89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KPT_papier_black_pl.dotx</Template>
  <TotalTime>0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Patrycja Janakowska</cp:lastModifiedBy>
  <cp:revision>2</cp:revision>
  <cp:lastPrinted>2017-12-18T13:05:00Z</cp:lastPrinted>
  <dcterms:created xsi:type="dcterms:W3CDTF">2020-08-10T07:51:00Z</dcterms:created>
  <dcterms:modified xsi:type="dcterms:W3CDTF">2020-08-10T07:51:00Z</dcterms:modified>
</cp:coreProperties>
</file>